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54D1DD4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F11BDF" w:rsidRPr="00F11BDF">
        <w:rPr>
          <w:rFonts w:ascii="Verdana" w:hAnsi="Verdana"/>
          <w:b/>
          <w:bCs/>
          <w:i/>
          <w:iCs/>
        </w:rPr>
        <w:t>Provozní revize, prohlídky a zkoušky zdvihacích zařízení pro oblast Hradec Králové  2025 - 2027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F11BD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F11BD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F11BD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2537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675EE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1BDF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25370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93</TotalTime>
  <Pages>1</Pages>
  <Words>483</Words>
  <Characters>2852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13</cp:revision>
  <cp:lastPrinted>2017-11-28T17:18:00Z</cp:lastPrinted>
  <dcterms:created xsi:type="dcterms:W3CDTF">2023-11-16T10:29:00Z</dcterms:created>
  <dcterms:modified xsi:type="dcterms:W3CDTF">2024-11-04T06:15:00Z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